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9E8" w:rsidRDefault="008149E8" w:rsidP="00795474">
      <w:pPr>
        <w:pStyle w:val="Titolo9"/>
        <w:rPr>
          <w:sz w:val="24"/>
          <w:szCs w:val="24"/>
        </w:rPr>
      </w:pPr>
      <w:r>
        <w:rPr>
          <w:noProof/>
          <w:lang w:val="it-CH" w:eastAsia="it-CH"/>
        </w:rPr>
        <w:drawing>
          <wp:inline distT="0" distB="0" distL="0" distR="0" wp14:anchorId="6AA68340" wp14:editId="110627F0">
            <wp:extent cx="3238500" cy="716129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I senza bordi 06.20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2983" cy="72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9E8" w:rsidRDefault="008149E8" w:rsidP="008149E8">
      <w:pPr>
        <w:pStyle w:val="Titolo9"/>
        <w:jc w:val="left"/>
        <w:rPr>
          <w:rFonts w:ascii="Times" w:hAnsi="Times"/>
          <w:b w:val="0"/>
          <w:sz w:val="24"/>
        </w:rPr>
      </w:pPr>
    </w:p>
    <w:p w:rsidR="00D70B43" w:rsidRPr="00D70B43" w:rsidRDefault="00D70B43" w:rsidP="00D70B43"/>
    <w:p w:rsidR="008835D7" w:rsidRPr="008835D7" w:rsidRDefault="00122151" w:rsidP="008149E8">
      <w:pPr>
        <w:pStyle w:val="Titolo9"/>
        <w:jc w:val="left"/>
        <w:rPr>
          <w:sz w:val="24"/>
          <w:szCs w:val="24"/>
        </w:rPr>
      </w:pPr>
      <w:r w:rsidRPr="008835D7">
        <w:rPr>
          <w:sz w:val="24"/>
          <w:szCs w:val="24"/>
        </w:rPr>
        <w:t>SCHEDA DI SEGNALAZIONE PROGETTO REALIZZATO</w:t>
      </w:r>
      <w:r w:rsidR="0089264F" w:rsidRPr="008835D7">
        <w:rPr>
          <w:sz w:val="24"/>
          <w:szCs w:val="24"/>
        </w:rPr>
        <w:t xml:space="preserve"> </w:t>
      </w:r>
      <w:r w:rsidRPr="008835D7">
        <w:rPr>
          <w:sz w:val="24"/>
          <w:szCs w:val="24"/>
        </w:rPr>
        <w:t xml:space="preserve">SUL TEMA </w:t>
      </w:r>
    </w:p>
    <w:p w:rsidR="000C316D" w:rsidRDefault="0057497B" w:rsidP="00EE408A">
      <w:pPr>
        <w:rPr>
          <w:rFonts w:ascii="Tahoma" w:hAnsi="Tahoma"/>
          <w:b/>
          <w:color w:val="FF0000"/>
          <w:sz w:val="32"/>
          <w:szCs w:val="32"/>
        </w:rPr>
      </w:pPr>
      <w:r>
        <w:rPr>
          <w:rFonts w:ascii="Tahoma" w:hAnsi="Tahoma"/>
          <w:b/>
          <w:color w:val="FF0000"/>
          <w:sz w:val="32"/>
          <w:szCs w:val="32"/>
        </w:rPr>
        <w:t>“</w:t>
      </w:r>
      <w:r w:rsidRPr="0057497B">
        <w:rPr>
          <w:rFonts w:ascii="Tahoma" w:hAnsi="Tahoma"/>
          <w:b/>
          <w:color w:val="FF0000"/>
          <w:sz w:val="32"/>
          <w:szCs w:val="32"/>
        </w:rPr>
        <w:t>Il cambiamento climatico: sfide e soluzioni tra biodiversità, spreco alimentare e isole di calore</w:t>
      </w:r>
      <w:r>
        <w:rPr>
          <w:rFonts w:ascii="Tahoma" w:hAnsi="Tahoma"/>
          <w:b/>
          <w:color w:val="FF0000"/>
          <w:sz w:val="32"/>
          <w:szCs w:val="32"/>
        </w:rPr>
        <w:t xml:space="preserve">” </w:t>
      </w:r>
    </w:p>
    <w:p w:rsidR="00842A36" w:rsidRPr="00EE408A" w:rsidRDefault="00842A36" w:rsidP="00EE408A">
      <w:bookmarkStart w:id="0" w:name="_GoBack"/>
      <w:bookmarkEnd w:id="0"/>
    </w:p>
    <w:p w:rsidR="00D70B43" w:rsidRDefault="00F723AA" w:rsidP="008149E8">
      <w:pPr>
        <w:pStyle w:val="Titolo9"/>
        <w:jc w:val="left"/>
        <w:rPr>
          <w:b w:val="0"/>
          <w:sz w:val="24"/>
          <w:szCs w:val="24"/>
        </w:rPr>
      </w:pPr>
      <w:r w:rsidRPr="00F723AA">
        <w:rPr>
          <w:b w:val="0"/>
          <w:sz w:val="24"/>
          <w:szCs w:val="24"/>
        </w:rPr>
        <w:t xml:space="preserve">da inviare all’indirizzo </w:t>
      </w:r>
      <w:hyperlink r:id="rId9" w:history="1">
        <w:r w:rsidRPr="00F723AA">
          <w:rPr>
            <w:rStyle w:val="Collegamentoipertestuale"/>
            <w:b w:val="0"/>
            <w:sz w:val="24"/>
            <w:szCs w:val="24"/>
          </w:rPr>
          <w:t>info@regioinsubrica.org</w:t>
        </w:r>
      </w:hyperlink>
      <w:r w:rsidRPr="00F723AA">
        <w:rPr>
          <w:b w:val="0"/>
          <w:sz w:val="24"/>
          <w:szCs w:val="24"/>
        </w:rPr>
        <w:t xml:space="preserve"> entro il </w:t>
      </w:r>
      <w:r w:rsidR="000C316D" w:rsidRPr="00842A36">
        <w:rPr>
          <w:b w:val="0"/>
          <w:sz w:val="24"/>
          <w:szCs w:val="24"/>
        </w:rPr>
        <w:t>15</w:t>
      </w:r>
      <w:r w:rsidR="000C316D">
        <w:rPr>
          <w:b w:val="0"/>
          <w:sz w:val="24"/>
          <w:szCs w:val="24"/>
        </w:rPr>
        <w:t xml:space="preserve"> marzo </w:t>
      </w:r>
      <w:r w:rsidR="0004168C">
        <w:rPr>
          <w:b w:val="0"/>
          <w:sz w:val="24"/>
          <w:szCs w:val="24"/>
        </w:rPr>
        <w:t>2025</w:t>
      </w:r>
    </w:p>
    <w:p w:rsidR="0089264F" w:rsidRDefault="0089264F" w:rsidP="008149E8">
      <w:pPr>
        <w:pStyle w:val="Titolo9"/>
        <w:jc w:val="left"/>
        <w:rPr>
          <w:b w:val="0"/>
        </w:rPr>
      </w:pPr>
      <w:r w:rsidRPr="00F723AA">
        <w:rPr>
          <w:b w:val="0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19"/>
        <w:gridCol w:w="1248"/>
      </w:tblGrid>
      <w:tr w:rsidR="00C64AC0" w:rsidTr="00C64AC0">
        <w:tc>
          <w:tcPr>
            <w:tcW w:w="7819" w:type="dxa"/>
          </w:tcPr>
          <w:p w:rsidR="00C64AC0" w:rsidRDefault="00C64AC0" w:rsidP="007800B3">
            <w:pPr>
              <w:jc w:val="both"/>
              <w:rPr>
                <w:rFonts w:ascii="Tahoma" w:hAnsi="Tahoma"/>
                <w:sz w:val="22"/>
              </w:rPr>
            </w:pPr>
          </w:p>
          <w:p w:rsidR="00463D50" w:rsidRDefault="00C64AC0" w:rsidP="00463D50">
            <w:pPr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Data:    </w:t>
            </w:r>
            <w:r w:rsidR="00246567">
              <w:rPr>
                <w:rFonts w:ascii="Tahoma" w:hAnsi="Tahoma"/>
                <w:sz w:val="22"/>
              </w:rPr>
              <w:t xml:space="preserve"> </w:t>
            </w:r>
          </w:p>
          <w:p w:rsidR="00C64AC0" w:rsidRDefault="00C64AC0" w:rsidP="007800B3">
            <w:pPr>
              <w:jc w:val="both"/>
              <w:rPr>
                <w:rFonts w:ascii="Tahoma" w:hAnsi="Tahoma"/>
                <w:sz w:val="22"/>
              </w:rPr>
            </w:pPr>
          </w:p>
        </w:tc>
        <w:tc>
          <w:tcPr>
            <w:tcW w:w="1248" w:type="dxa"/>
          </w:tcPr>
          <w:p w:rsidR="00C64AC0" w:rsidRDefault="00C64AC0" w:rsidP="007800B3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C64AC0" w:rsidRPr="00A92C27" w:rsidRDefault="00C64AC0" w:rsidP="007800B3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C64AC0" w:rsidTr="00C64AC0">
        <w:tc>
          <w:tcPr>
            <w:tcW w:w="7819" w:type="dxa"/>
          </w:tcPr>
          <w:p w:rsidR="00C64AC0" w:rsidRDefault="00C64AC0" w:rsidP="007800B3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Docente</w:t>
            </w:r>
            <w:r w:rsidR="00463D50">
              <w:rPr>
                <w:rFonts w:ascii="Tahoma" w:hAnsi="Tahoma"/>
                <w:sz w:val="22"/>
              </w:rPr>
              <w:t>/i</w:t>
            </w:r>
            <w:r>
              <w:rPr>
                <w:rFonts w:ascii="Tahoma" w:hAnsi="Tahoma"/>
                <w:sz w:val="22"/>
              </w:rPr>
              <w:t xml:space="preserve"> di contatto:</w:t>
            </w:r>
          </w:p>
          <w:p w:rsidR="00463D50" w:rsidRDefault="00463D50" w:rsidP="007800B3">
            <w:pPr>
              <w:rPr>
                <w:rFonts w:ascii="Tahoma" w:hAnsi="Tahoma"/>
                <w:sz w:val="22"/>
              </w:rPr>
            </w:pPr>
          </w:p>
          <w:p w:rsidR="00C64AC0" w:rsidRDefault="00C64AC0" w:rsidP="007800B3">
            <w:pPr>
              <w:rPr>
                <w:rFonts w:ascii="Tahoma" w:hAnsi="Tahoma"/>
                <w:sz w:val="22"/>
              </w:rPr>
            </w:pPr>
          </w:p>
          <w:p w:rsidR="00C64AC0" w:rsidRDefault="00C64AC0" w:rsidP="007800B3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email:   </w:t>
            </w:r>
          </w:p>
          <w:p w:rsidR="00C64AC0" w:rsidRDefault="00C64AC0" w:rsidP="007800B3">
            <w:pPr>
              <w:rPr>
                <w:rFonts w:ascii="Tahoma" w:hAnsi="Tahoma"/>
                <w:sz w:val="22"/>
              </w:rPr>
            </w:pPr>
          </w:p>
          <w:p w:rsidR="00C64AC0" w:rsidRDefault="00246567" w:rsidP="007800B3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telefono:</w:t>
            </w:r>
          </w:p>
          <w:p w:rsidR="00C64AC0" w:rsidRDefault="00C64AC0" w:rsidP="007800B3">
            <w:pPr>
              <w:rPr>
                <w:rFonts w:ascii="Tahoma" w:hAnsi="Tahoma"/>
                <w:sz w:val="22"/>
              </w:rPr>
            </w:pPr>
          </w:p>
        </w:tc>
        <w:tc>
          <w:tcPr>
            <w:tcW w:w="1248" w:type="dxa"/>
          </w:tcPr>
          <w:p w:rsidR="00C64AC0" w:rsidRDefault="00C64AC0" w:rsidP="007800B3">
            <w:pPr>
              <w:rPr>
                <w:rFonts w:ascii="Tahoma" w:hAnsi="Tahoma"/>
                <w:sz w:val="18"/>
              </w:rPr>
            </w:pPr>
          </w:p>
        </w:tc>
      </w:tr>
    </w:tbl>
    <w:p w:rsidR="00C64AC0" w:rsidRPr="00C64AC0" w:rsidRDefault="00C64AC0" w:rsidP="00C64AC0"/>
    <w:p w:rsidR="006432FE" w:rsidRPr="006432FE" w:rsidRDefault="006432FE" w:rsidP="006432FE"/>
    <w:tbl>
      <w:tblPr>
        <w:tblW w:w="9088" w:type="dxa"/>
        <w:tblInd w:w="-38" w:type="dxa"/>
        <w:tblLook w:val="0000" w:firstRow="0" w:lastRow="0" w:firstColumn="0" w:lastColumn="0" w:noHBand="0" w:noVBand="0"/>
      </w:tblPr>
      <w:tblGrid>
        <w:gridCol w:w="9088"/>
      </w:tblGrid>
      <w:tr w:rsidR="005B1258" w:rsidRPr="0045152F" w:rsidTr="00114687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258" w:rsidRDefault="005B1258" w:rsidP="00114687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ahoma" w:hAnsi="Tahoma"/>
                <w:b/>
                <w:sz w:val="22"/>
              </w:rPr>
            </w:pPr>
            <w:r w:rsidRPr="0045152F">
              <w:rPr>
                <w:rFonts w:ascii="Tahoma" w:hAnsi="Tahoma"/>
                <w:b/>
                <w:sz w:val="22"/>
              </w:rPr>
              <w:t>Scuola e classe</w:t>
            </w:r>
            <w:r>
              <w:rPr>
                <w:rFonts w:ascii="Tahoma" w:hAnsi="Tahoma"/>
                <w:b/>
                <w:sz w:val="22"/>
              </w:rPr>
              <w:t>/i</w:t>
            </w:r>
            <w:r w:rsidRPr="0045152F">
              <w:rPr>
                <w:rFonts w:ascii="Tahoma" w:hAnsi="Tahoma"/>
                <w:b/>
                <w:sz w:val="22"/>
              </w:rPr>
              <w:t xml:space="preserve">: </w:t>
            </w:r>
          </w:p>
          <w:p w:rsidR="000C316D" w:rsidRPr="000C316D" w:rsidRDefault="000C316D" w:rsidP="000C316D">
            <w:pPr>
              <w:pStyle w:val="Paragrafoelenco"/>
              <w:ind w:left="360"/>
              <w:jc w:val="both"/>
              <w:rPr>
                <w:rFonts w:ascii="Tahoma" w:hAnsi="Tahoma"/>
                <w:sz w:val="22"/>
              </w:rPr>
            </w:pPr>
            <w:r w:rsidRPr="000C316D">
              <w:rPr>
                <w:rFonts w:ascii="Tahoma" w:hAnsi="Tahoma"/>
                <w:sz w:val="20"/>
              </w:rPr>
              <w:t>(specif</w:t>
            </w:r>
            <w:r w:rsidR="00E25E95">
              <w:rPr>
                <w:rFonts w:ascii="Tahoma" w:hAnsi="Tahoma"/>
                <w:sz w:val="20"/>
              </w:rPr>
              <w:t xml:space="preserve">icare n. alunni per classe e </w:t>
            </w:r>
            <w:r w:rsidRPr="000C316D">
              <w:rPr>
                <w:rFonts w:ascii="Tahoma" w:hAnsi="Tahoma"/>
                <w:sz w:val="20"/>
              </w:rPr>
              <w:t>abbinamenti dei gruppi)</w:t>
            </w:r>
          </w:p>
        </w:tc>
      </w:tr>
      <w:tr w:rsidR="005B1258" w:rsidRPr="00122151" w:rsidTr="00114687">
        <w:tc>
          <w:tcPr>
            <w:tcW w:w="9088" w:type="dxa"/>
            <w:tcBorders>
              <w:left w:val="single" w:sz="4" w:space="0" w:color="auto"/>
              <w:right w:val="single" w:sz="4" w:space="0" w:color="auto"/>
            </w:tcBorders>
          </w:tcPr>
          <w:p w:rsidR="005B1258" w:rsidRDefault="005B1258" w:rsidP="00114687">
            <w:pPr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114687">
            <w:pPr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114687">
            <w:pPr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114687">
            <w:pPr>
              <w:rPr>
                <w:rFonts w:ascii="Tahoma" w:hAnsi="Tahoma"/>
                <w:sz w:val="18"/>
                <w:szCs w:val="18"/>
              </w:rPr>
            </w:pPr>
          </w:p>
          <w:p w:rsidR="00463D50" w:rsidRPr="00122151" w:rsidRDefault="00463D50" w:rsidP="00114687">
            <w:pPr>
              <w:rPr>
                <w:rFonts w:ascii="Tahoma" w:hAnsi="Tahoma"/>
                <w:sz w:val="22"/>
              </w:rPr>
            </w:pPr>
          </w:p>
        </w:tc>
      </w:tr>
      <w:tr w:rsidR="005B1258" w:rsidTr="00114687">
        <w:trPr>
          <w:trHeight w:val="80"/>
        </w:trPr>
        <w:tc>
          <w:tcPr>
            <w:tcW w:w="9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58" w:rsidRDefault="005B1258" w:rsidP="00114687">
            <w:pPr>
              <w:jc w:val="both"/>
              <w:rPr>
                <w:rFonts w:ascii="Tahoma" w:hAnsi="Tahoma"/>
                <w:b/>
                <w:sz w:val="22"/>
              </w:rPr>
            </w:pPr>
          </w:p>
        </w:tc>
      </w:tr>
      <w:tr w:rsidR="00137B1B" w:rsidRPr="0045152F" w:rsidTr="005B19AC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B" w:rsidRPr="000B2869" w:rsidRDefault="00137B1B">
            <w:pPr>
              <w:numPr>
                <w:ilvl w:val="0"/>
                <w:numId w:val="13"/>
              </w:numPr>
              <w:jc w:val="both"/>
              <w:rPr>
                <w:rFonts w:ascii="Tahoma" w:hAnsi="Tahoma"/>
                <w:b/>
                <w:sz w:val="22"/>
                <w:szCs w:val="22"/>
              </w:rPr>
            </w:pPr>
            <w:r w:rsidRPr="000B2869">
              <w:rPr>
                <w:rFonts w:ascii="Tahoma" w:hAnsi="Tahoma"/>
                <w:b/>
                <w:sz w:val="22"/>
                <w:szCs w:val="22"/>
              </w:rPr>
              <w:t>Responsabile/i del progetto:</w:t>
            </w:r>
          </w:p>
          <w:p w:rsidR="00137B1B" w:rsidRDefault="00137B1B" w:rsidP="00463D50">
            <w:pPr>
              <w:jc w:val="both"/>
              <w:rPr>
                <w:rFonts w:ascii="Tahoma" w:hAnsi="Tahoma"/>
              </w:rPr>
            </w:pPr>
          </w:p>
          <w:p w:rsidR="00463D50" w:rsidRDefault="00463D50" w:rsidP="00463D50">
            <w:pPr>
              <w:jc w:val="both"/>
              <w:rPr>
                <w:rFonts w:ascii="Tahoma" w:hAnsi="Tahoma"/>
              </w:rPr>
            </w:pPr>
          </w:p>
          <w:p w:rsidR="00463D50" w:rsidRDefault="00463D50" w:rsidP="00463D50">
            <w:pPr>
              <w:jc w:val="both"/>
              <w:rPr>
                <w:rFonts w:ascii="Tahoma" w:hAnsi="Tahoma"/>
              </w:rPr>
            </w:pPr>
          </w:p>
          <w:p w:rsidR="00463D50" w:rsidRPr="00924572" w:rsidRDefault="00463D50" w:rsidP="00463D50">
            <w:pPr>
              <w:jc w:val="both"/>
              <w:rPr>
                <w:rFonts w:ascii="Tahoma" w:hAnsi="Tahoma"/>
                <w:sz w:val="22"/>
              </w:rPr>
            </w:pPr>
          </w:p>
        </w:tc>
      </w:tr>
      <w:tr w:rsidR="00795474" w:rsidRPr="0045152F" w:rsidTr="005B19AC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474" w:rsidRPr="0045152F" w:rsidRDefault="00122151">
            <w:pPr>
              <w:numPr>
                <w:ilvl w:val="0"/>
                <w:numId w:val="13"/>
              </w:numPr>
              <w:jc w:val="both"/>
              <w:rPr>
                <w:rFonts w:ascii="Tahoma" w:hAnsi="Tahoma"/>
                <w:b/>
                <w:sz w:val="22"/>
              </w:rPr>
            </w:pPr>
            <w:r w:rsidRPr="0045152F">
              <w:rPr>
                <w:rFonts w:ascii="Tahoma" w:hAnsi="Tahoma"/>
                <w:b/>
                <w:sz w:val="22"/>
              </w:rPr>
              <w:t>Titolo</w:t>
            </w:r>
            <w:r w:rsidR="00795474" w:rsidRPr="0045152F">
              <w:rPr>
                <w:rFonts w:ascii="Tahoma" w:hAnsi="Tahoma"/>
                <w:b/>
                <w:sz w:val="22"/>
              </w:rPr>
              <w:t xml:space="preserve"> del progetto:</w:t>
            </w:r>
          </w:p>
        </w:tc>
      </w:tr>
      <w:tr w:rsidR="00795474" w:rsidTr="006432FE">
        <w:tc>
          <w:tcPr>
            <w:tcW w:w="9088" w:type="dxa"/>
            <w:tcBorders>
              <w:left w:val="single" w:sz="4" w:space="0" w:color="auto"/>
              <w:right w:val="single" w:sz="4" w:space="0" w:color="auto"/>
            </w:tcBorders>
          </w:tcPr>
          <w:p w:rsidR="00A92C27" w:rsidRDefault="00A92C27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</w:rPr>
            </w:pPr>
          </w:p>
        </w:tc>
      </w:tr>
      <w:tr w:rsidR="00795474" w:rsidTr="006432FE">
        <w:tc>
          <w:tcPr>
            <w:tcW w:w="9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74" w:rsidRDefault="00795474">
            <w:pPr>
              <w:jc w:val="both"/>
              <w:rPr>
                <w:rFonts w:ascii="Tahoma" w:hAnsi="Tahoma"/>
                <w:b/>
                <w:sz w:val="22"/>
              </w:rPr>
            </w:pPr>
          </w:p>
        </w:tc>
      </w:tr>
      <w:tr w:rsidR="00795474" w:rsidRPr="0045152F" w:rsidTr="006432FE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474" w:rsidRPr="0045152F" w:rsidRDefault="00C64AC0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b/>
              </w:rPr>
            </w:pPr>
            <w:r>
              <w:rPr>
                <w:rFonts w:ascii="Tahoma" w:eastAsia="Times" w:hAnsi="Tahoma"/>
                <w:b/>
              </w:rPr>
              <w:t>Finalità</w:t>
            </w:r>
            <w:r w:rsidR="00795474" w:rsidRPr="0045152F">
              <w:rPr>
                <w:rFonts w:ascii="Tahoma" w:eastAsia="Times" w:hAnsi="Tahoma"/>
                <w:b/>
              </w:rPr>
              <w:t xml:space="preserve"> del progetto:</w:t>
            </w:r>
          </w:p>
        </w:tc>
      </w:tr>
      <w:tr w:rsidR="00795474" w:rsidTr="006432FE">
        <w:tc>
          <w:tcPr>
            <w:tcW w:w="9088" w:type="dxa"/>
            <w:tcBorders>
              <w:left w:val="single" w:sz="4" w:space="0" w:color="auto"/>
              <w:right w:val="single" w:sz="4" w:space="0" w:color="auto"/>
            </w:tcBorders>
          </w:tcPr>
          <w:p w:rsidR="005B1258" w:rsidRDefault="005B1258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Pr="00A92C27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95474" w:rsidTr="008C15AC">
        <w:trPr>
          <w:trHeight w:val="1345"/>
        </w:trPr>
        <w:tc>
          <w:tcPr>
            <w:tcW w:w="9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E8" w:rsidRDefault="008149E8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Pr="00A92C27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95474" w:rsidRPr="0045152F" w:rsidTr="006B2F45">
        <w:trPr>
          <w:trHeight w:val="560"/>
        </w:trPr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474" w:rsidRPr="0045152F" w:rsidRDefault="00795474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b/>
              </w:rPr>
            </w:pPr>
            <w:r w:rsidRPr="0045152F">
              <w:rPr>
                <w:rFonts w:ascii="Tahoma" w:eastAsia="Times" w:hAnsi="Tahoma"/>
                <w:b/>
              </w:rPr>
              <w:lastRenderedPageBreak/>
              <w:t>Svolgimento del progetto:</w:t>
            </w:r>
          </w:p>
        </w:tc>
      </w:tr>
      <w:tr w:rsidR="00795474" w:rsidRPr="008149E8" w:rsidTr="006432FE">
        <w:tc>
          <w:tcPr>
            <w:tcW w:w="9088" w:type="dxa"/>
            <w:tcBorders>
              <w:left w:val="single" w:sz="4" w:space="0" w:color="auto"/>
              <w:right w:val="single" w:sz="4" w:space="0" w:color="auto"/>
            </w:tcBorders>
          </w:tcPr>
          <w:p w:rsidR="008149E8" w:rsidRDefault="008149E8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010089" w:rsidRDefault="00010089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b/>
                <w:sz w:val="22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b/>
                <w:sz w:val="22"/>
              </w:rPr>
            </w:pPr>
          </w:p>
          <w:p w:rsidR="00010089" w:rsidRDefault="00010089" w:rsidP="00707DA2">
            <w:pPr>
              <w:jc w:val="both"/>
              <w:rPr>
                <w:rFonts w:ascii="Tahoma" w:hAnsi="Tahoma"/>
                <w:b/>
                <w:sz w:val="22"/>
              </w:rPr>
            </w:pPr>
          </w:p>
          <w:p w:rsidR="00010089" w:rsidRDefault="00010089" w:rsidP="00707DA2">
            <w:pPr>
              <w:jc w:val="both"/>
              <w:rPr>
                <w:rFonts w:ascii="Tahoma" w:hAnsi="Tahoma"/>
                <w:b/>
                <w:sz w:val="22"/>
              </w:rPr>
            </w:pPr>
          </w:p>
          <w:p w:rsidR="00463D50" w:rsidRPr="008149E8" w:rsidRDefault="00463D50" w:rsidP="00707DA2">
            <w:pPr>
              <w:jc w:val="both"/>
              <w:rPr>
                <w:rFonts w:ascii="Tahoma" w:hAnsi="Tahoma"/>
                <w:b/>
                <w:sz w:val="22"/>
              </w:rPr>
            </w:pPr>
          </w:p>
        </w:tc>
      </w:tr>
      <w:tr w:rsidR="00795474" w:rsidTr="006432FE">
        <w:tc>
          <w:tcPr>
            <w:tcW w:w="9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74" w:rsidRDefault="00795474">
            <w:pPr>
              <w:jc w:val="both"/>
              <w:rPr>
                <w:rFonts w:ascii="Tahoma" w:hAnsi="Tahoma"/>
                <w:b/>
                <w:sz w:val="22"/>
              </w:rPr>
            </w:pPr>
          </w:p>
        </w:tc>
      </w:tr>
      <w:tr w:rsidR="00795474" w:rsidRPr="0045152F" w:rsidTr="006432FE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474" w:rsidRPr="0045152F" w:rsidRDefault="00795474" w:rsidP="00122151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b/>
              </w:rPr>
            </w:pPr>
            <w:r w:rsidRPr="0045152F">
              <w:rPr>
                <w:rFonts w:ascii="Tahoma" w:eastAsia="Times" w:hAnsi="Tahoma"/>
                <w:b/>
              </w:rPr>
              <w:t>Risultati ottenuti:</w:t>
            </w:r>
          </w:p>
        </w:tc>
      </w:tr>
      <w:tr w:rsidR="00795474" w:rsidRPr="008149E8" w:rsidTr="006432FE">
        <w:tc>
          <w:tcPr>
            <w:tcW w:w="9088" w:type="dxa"/>
            <w:tcBorders>
              <w:left w:val="single" w:sz="4" w:space="0" w:color="auto"/>
              <w:right w:val="single" w:sz="4" w:space="0" w:color="auto"/>
            </w:tcBorders>
          </w:tcPr>
          <w:p w:rsidR="008149E8" w:rsidRDefault="008149E8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010089" w:rsidRDefault="00010089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Pr="008149E8" w:rsidRDefault="00463D50" w:rsidP="00707DA2">
            <w:pPr>
              <w:jc w:val="both"/>
              <w:rPr>
                <w:rFonts w:ascii="Tahoma" w:hAnsi="Tahoma"/>
                <w:b/>
                <w:sz w:val="22"/>
              </w:rPr>
            </w:pPr>
          </w:p>
        </w:tc>
      </w:tr>
      <w:tr w:rsidR="00795474" w:rsidTr="00F723AA">
        <w:tc>
          <w:tcPr>
            <w:tcW w:w="9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74" w:rsidRDefault="00795474">
            <w:pPr>
              <w:jc w:val="both"/>
              <w:rPr>
                <w:rFonts w:ascii="Tahoma" w:hAnsi="Tahoma"/>
                <w:b/>
                <w:sz w:val="22"/>
              </w:rPr>
            </w:pPr>
          </w:p>
        </w:tc>
      </w:tr>
      <w:tr w:rsidR="00795474" w:rsidRPr="0045152F" w:rsidTr="00F723AA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474" w:rsidRPr="0045152F" w:rsidRDefault="00A92C27" w:rsidP="00122151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b/>
              </w:rPr>
            </w:pPr>
            <w:r w:rsidRPr="00A92C27">
              <w:rPr>
                <w:rFonts w:ascii="Tahoma" w:eastAsia="Times" w:hAnsi="Tahoma"/>
                <w:b/>
              </w:rPr>
              <w:t xml:space="preserve">Materiali a disposizione / </w:t>
            </w:r>
            <w:r w:rsidR="005B19AC" w:rsidRPr="00A92C27">
              <w:rPr>
                <w:rFonts w:ascii="Tahoma" w:eastAsia="Times" w:hAnsi="Tahoma"/>
                <w:b/>
              </w:rPr>
              <w:t>Elaborati realizzati:</w:t>
            </w:r>
          </w:p>
        </w:tc>
      </w:tr>
      <w:tr w:rsidR="00795474" w:rsidTr="00F723AA">
        <w:tc>
          <w:tcPr>
            <w:tcW w:w="9088" w:type="dxa"/>
            <w:tcBorders>
              <w:left w:val="single" w:sz="4" w:space="0" w:color="auto"/>
              <w:right w:val="single" w:sz="4" w:space="0" w:color="auto"/>
            </w:tcBorders>
          </w:tcPr>
          <w:p w:rsidR="00A92C27" w:rsidRDefault="00A92C27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Pr="00A92C27" w:rsidRDefault="00463D50" w:rsidP="00707DA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95474" w:rsidTr="00F723AA">
        <w:tc>
          <w:tcPr>
            <w:tcW w:w="9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74" w:rsidRDefault="00795474">
            <w:pPr>
              <w:jc w:val="both"/>
              <w:rPr>
                <w:rFonts w:ascii="Tahoma" w:hAnsi="Tahoma"/>
                <w:b/>
                <w:sz w:val="22"/>
              </w:rPr>
            </w:pPr>
          </w:p>
        </w:tc>
      </w:tr>
      <w:tr w:rsidR="006F68CB" w:rsidRPr="0045152F" w:rsidTr="006432FE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8CB" w:rsidRDefault="006F68CB" w:rsidP="006F68CB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b/>
              </w:rPr>
            </w:pPr>
            <w:r>
              <w:rPr>
                <w:rFonts w:ascii="Tahoma" w:eastAsia="Times" w:hAnsi="Tahoma"/>
                <w:b/>
              </w:rPr>
              <w:t>Uscite sul territorio:</w:t>
            </w:r>
          </w:p>
          <w:p w:rsidR="006F68CB" w:rsidRDefault="006F68CB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sz w:val="18"/>
                <w:szCs w:val="18"/>
              </w:rPr>
            </w:pPr>
          </w:p>
          <w:p w:rsidR="00463D50" w:rsidRPr="006F68CB" w:rsidRDefault="00463D50" w:rsidP="006F68CB">
            <w:pPr>
              <w:pStyle w:val="Intestazione"/>
              <w:tabs>
                <w:tab w:val="clear" w:pos="4819"/>
                <w:tab w:val="clear" w:pos="9638"/>
              </w:tabs>
              <w:spacing w:before="0" w:line="240" w:lineRule="auto"/>
              <w:rPr>
                <w:rFonts w:ascii="Tahoma" w:eastAsia="Times" w:hAnsi="Tahoma"/>
                <w:b/>
              </w:rPr>
            </w:pPr>
          </w:p>
        </w:tc>
      </w:tr>
      <w:tr w:rsidR="00795474" w:rsidRPr="0045152F" w:rsidTr="006432FE">
        <w:tc>
          <w:tcPr>
            <w:tcW w:w="9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151" w:rsidRPr="0045152F" w:rsidRDefault="00795474" w:rsidP="00122151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ahoma" w:hAnsi="Tahoma"/>
                <w:b/>
                <w:sz w:val="22"/>
              </w:rPr>
            </w:pPr>
            <w:r w:rsidRPr="0045152F">
              <w:rPr>
                <w:rFonts w:ascii="Tahoma" w:hAnsi="Tahoma"/>
                <w:b/>
                <w:sz w:val="22"/>
              </w:rPr>
              <w:t>Osservazioni/note</w:t>
            </w:r>
            <w:r w:rsidRPr="0045152F">
              <w:rPr>
                <w:rFonts w:ascii="Tahoma" w:hAnsi="Tahoma"/>
                <w:b/>
              </w:rPr>
              <w:t>:</w:t>
            </w:r>
          </w:p>
        </w:tc>
      </w:tr>
      <w:tr w:rsidR="00795474" w:rsidTr="006432FE">
        <w:tc>
          <w:tcPr>
            <w:tcW w:w="9088" w:type="dxa"/>
            <w:tcBorders>
              <w:left w:val="single" w:sz="4" w:space="0" w:color="auto"/>
              <w:right w:val="single" w:sz="4" w:space="0" w:color="auto"/>
            </w:tcBorders>
          </w:tcPr>
          <w:p w:rsidR="00795474" w:rsidRDefault="00795474" w:rsidP="00122151">
            <w:pPr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122151">
            <w:pPr>
              <w:rPr>
                <w:rFonts w:ascii="Tahoma" w:hAnsi="Tahoma"/>
                <w:sz w:val="18"/>
                <w:szCs w:val="18"/>
              </w:rPr>
            </w:pPr>
          </w:p>
          <w:p w:rsidR="00463D50" w:rsidRDefault="00463D50" w:rsidP="00122151">
            <w:pPr>
              <w:rPr>
                <w:rFonts w:ascii="Tahoma" w:hAnsi="Tahoma"/>
                <w:sz w:val="18"/>
                <w:szCs w:val="18"/>
              </w:rPr>
            </w:pPr>
          </w:p>
          <w:p w:rsidR="00463D50" w:rsidRPr="00A92C27" w:rsidRDefault="00463D50" w:rsidP="00122151">
            <w:pPr>
              <w:rPr>
                <w:rFonts w:ascii="Tahoma" w:hAnsi="Tahoma"/>
                <w:sz w:val="18"/>
                <w:szCs w:val="18"/>
              </w:rPr>
            </w:pPr>
          </w:p>
        </w:tc>
      </w:tr>
      <w:tr w:rsidR="00795474" w:rsidTr="006432FE">
        <w:tc>
          <w:tcPr>
            <w:tcW w:w="9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5C" w:rsidRDefault="00080E5C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463D50" w:rsidRPr="00A92C27" w:rsidRDefault="00463D50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795474" w:rsidRDefault="00795474" w:rsidP="00122151">
      <w:pPr>
        <w:jc w:val="both"/>
        <w:rPr>
          <w:rFonts w:ascii="Tahoma" w:hAnsi="Tahoma"/>
          <w:sz w:val="18"/>
        </w:rPr>
      </w:pPr>
    </w:p>
    <w:sectPr w:rsidR="00795474" w:rsidSect="00842A36">
      <w:footerReference w:type="even" r:id="rId10"/>
      <w:footerReference w:type="default" r:id="rId11"/>
      <w:pgSz w:w="11906" w:h="16838"/>
      <w:pgMar w:top="851" w:right="1800" w:bottom="993" w:left="127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BA1" w:rsidRDefault="00191BA1">
      <w:r>
        <w:separator/>
      </w:r>
    </w:p>
  </w:endnote>
  <w:endnote w:type="continuationSeparator" w:id="0">
    <w:p w:rsidR="00191BA1" w:rsidRDefault="00191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474" w:rsidRDefault="0079547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95474" w:rsidRDefault="0079547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474" w:rsidRDefault="0079547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BA1" w:rsidRDefault="00191BA1">
      <w:r>
        <w:separator/>
      </w:r>
    </w:p>
  </w:footnote>
  <w:footnote w:type="continuationSeparator" w:id="0">
    <w:p w:rsidR="00191BA1" w:rsidRDefault="00191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71E"/>
    <w:multiLevelType w:val="multilevel"/>
    <w:tmpl w:val="78A23D2E"/>
    <w:lvl w:ilvl="0">
      <w:start w:val="1"/>
      <w:numFmt w:val="decimal"/>
      <w:lvlText w:val="%1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1D3E8F"/>
    <w:multiLevelType w:val="hybridMultilevel"/>
    <w:tmpl w:val="D4D6C992"/>
    <w:lvl w:ilvl="0" w:tplc="E04EA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9E2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5E49E8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CB455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772455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99A703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378FA7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EA7B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12E04C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5D4B4F"/>
    <w:multiLevelType w:val="hybridMultilevel"/>
    <w:tmpl w:val="AB36ADC0"/>
    <w:lvl w:ilvl="0" w:tplc="5C4ADF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7D282F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70039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51C11E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CACE9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F9AFE0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A56B41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744375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84C2B5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8E5A89"/>
    <w:multiLevelType w:val="hybridMultilevel"/>
    <w:tmpl w:val="26A60994"/>
    <w:lvl w:ilvl="0" w:tplc="5D365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8050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EEC5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A6D9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7EC5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D0A9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26F8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746F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4E9C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24035"/>
    <w:multiLevelType w:val="hybridMultilevel"/>
    <w:tmpl w:val="6A4A2216"/>
    <w:lvl w:ilvl="0" w:tplc="D1D222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39284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7BA73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5E69A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E9C76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EE1A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1605C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624A69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4C2ED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70815EE"/>
    <w:multiLevelType w:val="hybridMultilevel"/>
    <w:tmpl w:val="0A083D80"/>
    <w:lvl w:ilvl="0" w:tplc="09185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19C018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EF48AE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5B62A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0A6ADF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342E78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1B4A2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1BADAA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C5C397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1B1E61"/>
    <w:multiLevelType w:val="hybridMultilevel"/>
    <w:tmpl w:val="37C60390"/>
    <w:lvl w:ilvl="0" w:tplc="391A1B26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9526ED4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2F262B74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5378806E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679AE4B4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53A66C72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EE8AACE4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10F6EFE8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3CF054DE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71B4CCB"/>
    <w:multiLevelType w:val="hybridMultilevel"/>
    <w:tmpl w:val="8E26D948"/>
    <w:lvl w:ilvl="0" w:tplc="C7C2F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1266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F011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883D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2086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D5E4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9689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7033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541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16F95"/>
    <w:multiLevelType w:val="hybridMultilevel"/>
    <w:tmpl w:val="B200253A"/>
    <w:lvl w:ilvl="0" w:tplc="4EC2E1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62AA0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E8615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ACABD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DBE9F8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664CD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FE0AE2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E1431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A243BF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58033B2"/>
    <w:multiLevelType w:val="hybridMultilevel"/>
    <w:tmpl w:val="F1364046"/>
    <w:lvl w:ilvl="0" w:tplc="258A7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DE9B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E80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A052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3E0D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60ED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56B6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8249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732A4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51584"/>
    <w:multiLevelType w:val="hybridMultilevel"/>
    <w:tmpl w:val="615A18DE"/>
    <w:lvl w:ilvl="0" w:tplc="DA1C27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DCD9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8068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D03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2275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921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65E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A4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44A9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850BF"/>
    <w:multiLevelType w:val="hybridMultilevel"/>
    <w:tmpl w:val="E5A82082"/>
    <w:lvl w:ilvl="0" w:tplc="9376AB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510F6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44DE683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C9CACD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248C90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7AC28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01689B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93C63D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D8646A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244CB2"/>
    <w:multiLevelType w:val="hybridMultilevel"/>
    <w:tmpl w:val="17EE56D0"/>
    <w:lvl w:ilvl="0" w:tplc="A91C45E6">
      <w:start w:val="1"/>
      <w:numFmt w:val="lowerLetter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F118A76C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5454B0AC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6876ED50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9B745328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ACE098C6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759A3560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100C0082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DE76F114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CC"/>
    <w:rsid w:val="00010089"/>
    <w:rsid w:val="00024960"/>
    <w:rsid w:val="0004168C"/>
    <w:rsid w:val="00080E5C"/>
    <w:rsid w:val="000B2869"/>
    <w:rsid w:val="000C0C9C"/>
    <w:rsid w:val="000C316D"/>
    <w:rsid w:val="00122151"/>
    <w:rsid w:val="00137B1B"/>
    <w:rsid w:val="00191BA1"/>
    <w:rsid w:val="001D759F"/>
    <w:rsid w:val="00246567"/>
    <w:rsid w:val="003016AB"/>
    <w:rsid w:val="0045152F"/>
    <w:rsid w:val="00460635"/>
    <w:rsid w:val="00463D50"/>
    <w:rsid w:val="0057497B"/>
    <w:rsid w:val="00591D43"/>
    <w:rsid w:val="005B1258"/>
    <w:rsid w:val="005B19AC"/>
    <w:rsid w:val="0063454C"/>
    <w:rsid w:val="006432FE"/>
    <w:rsid w:val="006B2F45"/>
    <w:rsid w:val="006F68CB"/>
    <w:rsid w:val="00707DA2"/>
    <w:rsid w:val="00722567"/>
    <w:rsid w:val="00732377"/>
    <w:rsid w:val="00795474"/>
    <w:rsid w:val="008149E8"/>
    <w:rsid w:val="00842A36"/>
    <w:rsid w:val="008835D7"/>
    <w:rsid w:val="0089264F"/>
    <w:rsid w:val="008C15AC"/>
    <w:rsid w:val="00924572"/>
    <w:rsid w:val="009B54BC"/>
    <w:rsid w:val="00A92C27"/>
    <w:rsid w:val="00B94ACC"/>
    <w:rsid w:val="00C64AC0"/>
    <w:rsid w:val="00D125C3"/>
    <w:rsid w:val="00D40858"/>
    <w:rsid w:val="00D70B43"/>
    <w:rsid w:val="00E039E0"/>
    <w:rsid w:val="00E25E95"/>
    <w:rsid w:val="00E41D48"/>
    <w:rsid w:val="00EE408A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AA56A"/>
  <w15:docId w15:val="{559FBC78-71BE-4094-AC20-ADE8AC8A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it-CH" w:eastAsia="it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ind w:left="-567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spacing w:before="20" w:line="240" w:lineRule="exact"/>
      <w:ind w:left="-567" w:right="-908" w:firstLine="1843"/>
      <w:outlineLvl w:val="1"/>
    </w:pPr>
    <w:rPr>
      <w:rFonts w:ascii="Tahoma" w:hAnsi="Tahoma"/>
      <w:b/>
    </w:rPr>
  </w:style>
  <w:style w:type="paragraph" w:styleId="Titolo3">
    <w:name w:val="heading 3"/>
    <w:basedOn w:val="Normale"/>
    <w:next w:val="Normale"/>
    <w:qFormat/>
    <w:pPr>
      <w:keepNext/>
      <w:spacing w:before="20" w:line="240" w:lineRule="exact"/>
      <w:ind w:left="-567" w:right="-908"/>
      <w:jc w:val="center"/>
      <w:outlineLvl w:val="2"/>
    </w:pPr>
    <w:rPr>
      <w:rFonts w:ascii="Tahoma" w:hAnsi="Tahoma"/>
      <w:b/>
      <w:sz w:val="28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rFonts w:ascii="Arial" w:hAnsi="Arial"/>
      <w:i/>
    </w:rPr>
  </w:style>
  <w:style w:type="paragraph" w:styleId="Titolo5">
    <w:name w:val="heading 5"/>
    <w:basedOn w:val="Normale"/>
    <w:next w:val="Normale"/>
    <w:qFormat/>
    <w:pPr>
      <w:keepNext/>
      <w:spacing w:before="20" w:line="240" w:lineRule="exact"/>
      <w:ind w:left="3261" w:right="-908" w:hanging="284"/>
      <w:jc w:val="center"/>
      <w:outlineLvl w:val="4"/>
    </w:pPr>
    <w:rPr>
      <w:rFonts w:ascii="Tahoma" w:hAnsi="Tahoma"/>
      <w:b/>
      <w:sz w:val="32"/>
    </w:rPr>
  </w:style>
  <w:style w:type="paragraph" w:styleId="Titolo6">
    <w:name w:val="heading 6"/>
    <w:basedOn w:val="Normale"/>
    <w:next w:val="Normale"/>
    <w:qFormat/>
    <w:pPr>
      <w:keepNext/>
      <w:spacing w:before="20" w:line="240" w:lineRule="exact"/>
      <w:ind w:left="-567" w:right="-908"/>
      <w:jc w:val="center"/>
      <w:outlineLvl w:val="5"/>
    </w:pPr>
    <w:rPr>
      <w:rFonts w:ascii="Tahoma" w:hAnsi="Tahoma"/>
      <w:b/>
      <w:sz w:val="36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ahoma" w:hAnsi="Tahoma"/>
      <w:b/>
      <w:sz w:val="22"/>
    </w:rPr>
  </w:style>
  <w:style w:type="paragraph" w:styleId="Titolo8">
    <w:name w:val="heading 8"/>
    <w:basedOn w:val="Normale"/>
    <w:next w:val="Normale"/>
    <w:qFormat/>
    <w:pPr>
      <w:keepNext/>
      <w:pBdr>
        <w:bottom w:val="single" w:sz="4" w:space="1" w:color="auto"/>
      </w:pBdr>
      <w:spacing w:before="20" w:line="240" w:lineRule="exact"/>
      <w:ind w:right="-908"/>
      <w:outlineLvl w:val="7"/>
    </w:pPr>
    <w:rPr>
      <w:rFonts w:ascii="Tahoma" w:hAnsi="Tahoma"/>
      <w:b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Tahoma" w:hAnsi="Tahoma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80" w:line="220" w:lineRule="atLeast"/>
      <w:jc w:val="both"/>
    </w:pPr>
    <w:rPr>
      <w:rFonts w:ascii="Arial" w:eastAsia="Times New Roman" w:hAnsi="Arial"/>
      <w:sz w:val="22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-567" w:right="-625"/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Corpotesto">
    <w:name w:val="Body Text"/>
    <w:basedOn w:val="Normale"/>
    <w:pPr>
      <w:jc w:val="both"/>
    </w:pPr>
    <w:rPr>
      <w:rFonts w:ascii="Arial" w:hAnsi="Arial"/>
    </w:rPr>
  </w:style>
  <w:style w:type="paragraph" w:styleId="Corpodeltesto2">
    <w:name w:val="Body Text 2"/>
    <w:basedOn w:val="Normale"/>
    <w:pPr>
      <w:jc w:val="both"/>
    </w:pPr>
    <w:rPr>
      <w:rFonts w:ascii="Arial" w:hAnsi="Arial"/>
      <w:sz w:val="22"/>
    </w:rPr>
  </w:style>
  <w:style w:type="paragraph" w:styleId="Corpodeltesto3">
    <w:name w:val="Body Text 3"/>
    <w:basedOn w:val="Normale"/>
    <w:pPr>
      <w:ind w:right="249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</w:rPr>
  </w:style>
  <w:style w:type="character" w:styleId="Collegamentovisitato">
    <w:name w:val="FollowedHyperlink"/>
    <w:rPr>
      <w:color w:val="800080"/>
      <w:u w:val="single"/>
    </w:rPr>
  </w:style>
  <w:style w:type="paragraph" w:styleId="Testofumetto">
    <w:name w:val="Balloon Text"/>
    <w:basedOn w:val="Normale"/>
    <w:semiHidden/>
    <w:rsid w:val="00B94AC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22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regioinsubrica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bio\Documenti\Mandati\Mandato%20sviluppo%20sostenibile%20scuola\seconda%20parte%20progetto\Sito%20internet\Schede\dot\Scheda_progetti_def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23006-BC48-4A27-AE53-A4A477D7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Scheda_progetti_def</Template>
  <TotalTime>89</TotalTime>
  <Pages>2</Pages>
  <Words>81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educazione allo sviluppo sostenibile – grussTi, FES</vt:lpstr>
    </vt:vector>
  </TitlesOfParts>
  <Company>Amministrazione Cantonale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educazione allo sviluppo sostenibile – grussTi, FES</dc:title>
  <dc:creator>Fabio</dc:creator>
  <cp:lastModifiedBy>utente</cp:lastModifiedBy>
  <cp:revision>29</cp:revision>
  <cp:lastPrinted>2023-10-20T08:03:00Z</cp:lastPrinted>
  <dcterms:created xsi:type="dcterms:W3CDTF">2022-03-24T08:12:00Z</dcterms:created>
  <dcterms:modified xsi:type="dcterms:W3CDTF">2024-11-11T13:54:00Z</dcterms:modified>
</cp:coreProperties>
</file>